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28" w:rsidRDefault="00177F87"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072CB7" w:rsidRPr="00072CB7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HW121</w:t>
                        </w:r>
                        <w:r w:rsidR="00072CB7">
                          <w:rPr>
                            <w:noProof/>
                          </w:rPr>
                          <w:t xml:space="preserve"> Types of Parallelograms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E6732D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Wed, 18 Mar 2015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8D1D28" w:rsidRDefault="008D1D28"/>
    <w:p w:rsidR="004A1C66" w:rsidRDefault="004A1C66"/>
    <w:p w:rsidR="004A1C66" w:rsidRDefault="004A1C66"/>
    <w:p w:rsidR="00072CB7" w:rsidRPr="00872A13" w:rsidRDefault="00072CB7" w:rsidP="00072CB7">
      <w:pPr>
        <w:rPr>
          <w:rFonts w:asciiTheme="majorHAnsi" w:hAnsiTheme="majorHAnsi" w:cstheme="minorHAnsi"/>
          <w:b/>
        </w:rPr>
      </w:pPr>
      <w:r w:rsidRPr="00872A13">
        <w:rPr>
          <w:rFonts w:asciiTheme="majorHAnsi" w:hAnsiTheme="majorHAnsi" w:cstheme="minorHAnsi"/>
          <w:b/>
        </w:rPr>
        <w:t>Failure to show all work and write in complete sentences will result in LaSalle!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5508"/>
        <w:gridCol w:w="5508"/>
      </w:tblGrid>
      <w:tr w:rsidR="00072CB7" w:rsidRPr="008D71FD" w:rsidTr="00804DA6">
        <w:tc>
          <w:tcPr>
            <w:tcW w:w="5508" w:type="dxa"/>
          </w:tcPr>
          <w:p w:rsidR="00072CB7" w:rsidRPr="008D71FD" w:rsidRDefault="00072CB7" w:rsidP="00804DA6">
            <w:pPr>
              <w:rPr>
                <w:rFonts w:asciiTheme="majorHAnsi" w:hAnsiTheme="majorHAnsi"/>
              </w:rPr>
            </w:pPr>
            <w:r w:rsidRPr="008D71FD">
              <w:rPr>
                <w:rFonts w:asciiTheme="majorHAnsi" w:hAnsiTheme="majorHAnsi"/>
              </w:rPr>
              <w:t>1) Find the value of each variable in the parallelogram.</w:t>
            </w:r>
          </w:p>
          <w:p w:rsidR="00072CB7" w:rsidRPr="008D71FD" w:rsidRDefault="00072CB7" w:rsidP="00804DA6">
            <w:pPr>
              <w:rPr>
                <w:rFonts w:asciiTheme="majorHAnsi" w:hAnsiTheme="majorHAnsi"/>
              </w:rPr>
            </w:pPr>
            <w:r w:rsidRPr="008D71FD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794510" cy="1155700"/>
                  <wp:effectExtent l="0" t="0" r="0" b="635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4510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2CB7" w:rsidRPr="008D71FD" w:rsidRDefault="00072CB7" w:rsidP="00804DA6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:rsidR="00072CB7" w:rsidRPr="008D71FD" w:rsidRDefault="00072CB7" w:rsidP="00804DA6">
            <w:pPr>
              <w:rPr>
                <w:rFonts w:asciiTheme="majorHAnsi" w:hAnsiTheme="majorHAnsi"/>
              </w:rPr>
            </w:pPr>
            <w:r w:rsidRPr="008D71FD">
              <w:rPr>
                <w:rFonts w:asciiTheme="majorHAnsi" w:hAnsiTheme="majorHAnsi"/>
              </w:rPr>
              <w:t>2) Find the value of each variable in the parallelogram.</w:t>
            </w:r>
          </w:p>
          <w:p w:rsidR="00072CB7" w:rsidRPr="008D71FD" w:rsidRDefault="00072CB7" w:rsidP="00804DA6">
            <w:pPr>
              <w:rPr>
                <w:rFonts w:asciiTheme="majorHAnsi" w:hAnsiTheme="majorHAnsi"/>
              </w:rPr>
            </w:pPr>
            <w:r w:rsidRPr="008D71FD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578610" cy="1190625"/>
                  <wp:effectExtent l="0" t="0" r="2540" b="9525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861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2CB7" w:rsidRPr="008D71FD" w:rsidRDefault="00072CB7" w:rsidP="00804DA6">
            <w:pPr>
              <w:rPr>
                <w:rFonts w:asciiTheme="majorHAnsi" w:hAnsiTheme="majorHAnsi"/>
              </w:rPr>
            </w:pPr>
          </w:p>
          <w:p w:rsidR="00072CB7" w:rsidRPr="008D71FD" w:rsidRDefault="00072CB7" w:rsidP="00804DA6">
            <w:pPr>
              <w:rPr>
                <w:rFonts w:asciiTheme="majorHAnsi" w:hAnsiTheme="majorHAnsi"/>
              </w:rPr>
            </w:pPr>
          </w:p>
          <w:p w:rsidR="00072CB7" w:rsidRPr="008D71FD" w:rsidRDefault="00072CB7" w:rsidP="00804DA6">
            <w:pPr>
              <w:rPr>
                <w:rFonts w:asciiTheme="majorHAnsi" w:hAnsiTheme="majorHAnsi"/>
              </w:rPr>
            </w:pPr>
          </w:p>
        </w:tc>
      </w:tr>
      <w:tr w:rsidR="00072CB7" w:rsidRPr="008D71FD" w:rsidTr="00804DA6">
        <w:tc>
          <w:tcPr>
            <w:tcW w:w="5508" w:type="dxa"/>
          </w:tcPr>
          <w:p w:rsidR="00072CB7" w:rsidRPr="008D71FD" w:rsidRDefault="00072CB7" w:rsidP="00804DA6">
            <w:pPr>
              <w:rPr>
                <w:rFonts w:asciiTheme="majorHAnsi" w:hAnsiTheme="majorHAnsi"/>
              </w:rPr>
            </w:pPr>
            <w:r w:rsidRPr="008D71FD">
              <w:rPr>
                <w:rFonts w:asciiTheme="majorHAnsi" w:hAnsiTheme="majorHAnsi"/>
              </w:rPr>
              <w:t>3) Find the value of each variable in the parallelogram.</w:t>
            </w:r>
          </w:p>
          <w:p w:rsidR="00072CB7" w:rsidRPr="008D71FD" w:rsidRDefault="00072CB7" w:rsidP="00804DA6">
            <w:pPr>
              <w:rPr>
                <w:rFonts w:asciiTheme="majorHAnsi" w:hAnsiTheme="majorHAnsi"/>
              </w:rPr>
            </w:pPr>
          </w:p>
          <w:p w:rsidR="00072CB7" w:rsidRPr="008D71FD" w:rsidRDefault="00072CB7" w:rsidP="00804DA6">
            <w:pPr>
              <w:rPr>
                <w:rFonts w:asciiTheme="majorHAnsi" w:hAnsiTheme="majorHAnsi"/>
              </w:rPr>
            </w:pPr>
            <w:r w:rsidRPr="008D71FD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802765" cy="897255"/>
                  <wp:effectExtent l="0" t="0" r="6985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897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2CB7" w:rsidRPr="008D71FD" w:rsidRDefault="00072CB7" w:rsidP="00804DA6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:rsidR="00072CB7" w:rsidRPr="008D71FD" w:rsidRDefault="00072CB7" w:rsidP="00804DA6">
            <w:pPr>
              <w:rPr>
                <w:rFonts w:asciiTheme="majorHAnsi" w:hAnsiTheme="majorHAnsi"/>
              </w:rPr>
            </w:pPr>
            <w:r w:rsidRPr="008D71FD">
              <w:rPr>
                <w:rFonts w:asciiTheme="majorHAnsi" w:hAnsiTheme="majorHAnsi"/>
              </w:rPr>
              <w:t>4) Find the value of each variable in the parallelogram.</w:t>
            </w:r>
          </w:p>
          <w:p w:rsidR="00072CB7" w:rsidRPr="008D71FD" w:rsidRDefault="00072CB7" w:rsidP="00804DA6">
            <w:pPr>
              <w:rPr>
                <w:rFonts w:asciiTheme="majorHAnsi" w:hAnsiTheme="majorHAnsi"/>
              </w:rPr>
            </w:pPr>
          </w:p>
          <w:p w:rsidR="00072CB7" w:rsidRPr="008D71FD" w:rsidRDefault="00072CB7" w:rsidP="00804DA6">
            <w:pPr>
              <w:rPr>
                <w:rFonts w:asciiTheme="majorHAnsi" w:hAnsiTheme="majorHAnsi"/>
              </w:rPr>
            </w:pPr>
            <w:r w:rsidRPr="008D71FD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854835" cy="1311275"/>
                  <wp:effectExtent l="0" t="0" r="0" b="3175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11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2CB7" w:rsidRPr="008D71FD" w:rsidRDefault="00072CB7" w:rsidP="00804DA6">
            <w:pPr>
              <w:rPr>
                <w:rFonts w:asciiTheme="majorHAnsi" w:hAnsiTheme="majorHAnsi"/>
              </w:rPr>
            </w:pPr>
          </w:p>
        </w:tc>
      </w:tr>
    </w:tbl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072CB7" w:rsidRPr="008D71FD" w:rsidTr="00804DA6">
        <w:tc>
          <w:tcPr>
            <w:tcW w:w="5508" w:type="dxa"/>
          </w:tcPr>
          <w:p w:rsidR="00072CB7" w:rsidRPr="008D71FD" w:rsidRDefault="00072CB7" w:rsidP="00072CB7">
            <w:pPr>
              <w:rPr>
                <w:rFonts w:asciiTheme="majorHAnsi" w:hAnsiTheme="majorHAnsi"/>
              </w:rPr>
            </w:pPr>
            <w:r w:rsidRPr="008D71FD">
              <w:rPr>
                <w:rFonts w:asciiTheme="majorHAnsi" w:hAnsiTheme="majorHAnsi"/>
              </w:rPr>
              <w:t>6) Find the area of the parallelogram.</w:t>
            </w:r>
          </w:p>
          <w:p w:rsidR="00072CB7" w:rsidRPr="008D71FD" w:rsidRDefault="00072CB7" w:rsidP="00072CB7">
            <w:pPr>
              <w:rPr>
                <w:rFonts w:asciiTheme="majorHAnsi" w:hAnsiTheme="majorHAnsi"/>
              </w:rPr>
            </w:pPr>
          </w:p>
          <w:p w:rsidR="00072CB7" w:rsidRPr="008D71FD" w:rsidRDefault="00072CB7" w:rsidP="00072CB7">
            <w:pPr>
              <w:rPr>
                <w:rFonts w:asciiTheme="majorHAnsi" w:hAnsiTheme="majorHAnsi"/>
              </w:rPr>
            </w:pPr>
          </w:p>
          <w:p w:rsidR="00072CB7" w:rsidRDefault="00072CB7" w:rsidP="00072CB7">
            <w:pPr>
              <w:rPr>
                <w:rFonts w:asciiTheme="majorHAnsi" w:hAnsiTheme="majorHAnsi" w:cstheme="minorHAnsi"/>
              </w:rPr>
            </w:pPr>
            <w:r w:rsidRPr="008D71FD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509395" cy="940435"/>
                  <wp:effectExtent l="0" t="0" r="0" b="0"/>
                  <wp:docPr id="2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9395" cy="94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84754" w:rsidRDefault="00D84754" w:rsidP="00072CB7">
            <w:pPr>
              <w:rPr>
                <w:rFonts w:asciiTheme="majorHAnsi" w:hAnsiTheme="majorHAnsi" w:cstheme="minorHAnsi"/>
              </w:rPr>
            </w:pPr>
          </w:p>
          <w:p w:rsidR="00072CB7" w:rsidRPr="008D71FD" w:rsidRDefault="00072CB7" w:rsidP="00072CB7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5508" w:type="dxa"/>
          </w:tcPr>
          <w:p w:rsidR="00072CB7" w:rsidRPr="008D71FD" w:rsidRDefault="00072CB7" w:rsidP="00072CB7">
            <w:pPr>
              <w:rPr>
                <w:rFonts w:asciiTheme="majorHAnsi" w:hAnsiTheme="majorHAnsi"/>
              </w:rPr>
            </w:pPr>
            <w:r w:rsidRPr="008D71FD">
              <w:rPr>
                <w:rFonts w:asciiTheme="majorHAnsi" w:hAnsiTheme="majorHAnsi"/>
              </w:rPr>
              <w:t>7) Find the area of the shaded polygon.</w:t>
            </w:r>
          </w:p>
          <w:p w:rsidR="00072CB7" w:rsidRPr="008D71FD" w:rsidRDefault="00072CB7" w:rsidP="00072CB7">
            <w:pPr>
              <w:ind w:left="360"/>
              <w:rPr>
                <w:rFonts w:asciiTheme="majorHAnsi" w:hAnsiTheme="majorHAnsi"/>
              </w:rPr>
            </w:pPr>
          </w:p>
          <w:p w:rsidR="00072CB7" w:rsidRPr="008D71FD" w:rsidRDefault="00072CB7" w:rsidP="00072CB7">
            <w:pPr>
              <w:ind w:left="360"/>
              <w:rPr>
                <w:rFonts w:asciiTheme="majorHAnsi" w:hAnsiTheme="majorHAnsi"/>
              </w:rPr>
            </w:pPr>
          </w:p>
          <w:p w:rsidR="00072CB7" w:rsidRPr="008D71FD" w:rsidRDefault="00072CB7" w:rsidP="00072CB7">
            <w:pPr>
              <w:rPr>
                <w:rFonts w:asciiTheme="majorHAnsi" w:hAnsiTheme="majorHAnsi" w:cstheme="minorHAnsi"/>
              </w:rPr>
            </w:pPr>
            <w:r w:rsidRPr="008D71FD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699260" cy="810895"/>
                  <wp:effectExtent l="0" t="0" r="0" b="8255"/>
                  <wp:docPr id="3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260" cy="810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2CB7" w:rsidRPr="008D71FD" w:rsidTr="00804DA6">
        <w:tc>
          <w:tcPr>
            <w:tcW w:w="5508" w:type="dxa"/>
          </w:tcPr>
          <w:p w:rsidR="00072CB7" w:rsidRPr="008D71FD" w:rsidRDefault="00072CB7" w:rsidP="00804DA6">
            <w:pPr>
              <w:rPr>
                <w:rFonts w:asciiTheme="majorHAnsi" w:hAnsiTheme="majorHAnsi" w:cstheme="minorHAnsi"/>
              </w:rPr>
            </w:pPr>
            <w:r w:rsidRPr="008D71FD">
              <w:rPr>
                <w:rFonts w:asciiTheme="majorHAnsi" w:hAnsiTheme="majorHAnsi" w:cstheme="minorHAnsi"/>
              </w:rPr>
              <w:t>8) If the area of a square is 49 m</w:t>
            </w:r>
            <w:r w:rsidRPr="008D71FD">
              <w:rPr>
                <w:rFonts w:asciiTheme="majorHAnsi" w:hAnsiTheme="majorHAnsi"/>
                <w:position w:val="-4"/>
                <w:sz w:val="24"/>
                <w:szCs w:val="24"/>
              </w:rPr>
              <w:object w:dxaOrig="160" w:dyaOrig="300">
                <v:shape id="_x0000_i1025" type="#_x0000_t75" style="width:8.25pt;height:15pt" o:ole="">
                  <v:imagedata r:id="rId14" o:title=""/>
                </v:shape>
                <o:OLEObject Type="Embed" ProgID="Equation.3" ShapeID="_x0000_i1025" DrawAspect="Content" ObjectID="_1488044037" r:id="rId15"/>
              </w:object>
            </w:r>
            <w:r w:rsidRPr="008D71FD">
              <w:rPr>
                <w:rFonts w:asciiTheme="majorHAnsi" w:hAnsiTheme="majorHAnsi" w:cstheme="minorHAnsi"/>
              </w:rPr>
              <w:t>. How long is the diagonal of the square?</w:t>
            </w:r>
            <w:r w:rsidR="00D84754">
              <w:rPr>
                <w:rFonts w:asciiTheme="majorHAnsi" w:hAnsiTheme="majorHAnsi" w:cstheme="minorHAnsi"/>
              </w:rPr>
              <w:t xml:space="preserve"> Draw &amp; show all work.</w:t>
            </w:r>
          </w:p>
          <w:p w:rsidR="00072CB7" w:rsidRPr="008D71FD" w:rsidRDefault="00072CB7" w:rsidP="00804DA6">
            <w:pPr>
              <w:rPr>
                <w:rFonts w:asciiTheme="majorHAnsi" w:hAnsiTheme="majorHAnsi" w:cstheme="minorHAnsi"/>
              </w:rPr>
            </w:pPr>
          </w:p>
          <w:p w:rsidR="00072CB7" w:rsidRPr="008D71FD" w:rsidRDefault="00072CB7" w:rsidP="00804DA6">
            <w:pPr>
              <w:rPr>
                <w:rFonts w:asciiTheme="majorHAnsi" w:hAnsiTheme="majorHAnsi" w:cstheme="minorHAnsi"/>
              </w:rPr>
            </w:pPr>
          </w:p>
          <w:p w:rsidR="00072CB7" w:rsidRDefault="00072CB7" w:rsidP="00804DA6">
            <w:pPr>
              <w:rPr>
                <w:rFonts w:asciiTheme="majorHAnsi" w:hAnsiTheme="majorHAnsi" w:cstheme="minorHAnsi"/>
              </w:rPr>
            </w:pPr>
          </w:p>
          <w:p w:rsidR="00D84754" w:rsidRDefault="00D84754" w:rsidP="00804DA6">
            <w:pPr>
              <w:rPr>
                <w:rFonts w:asciiTheme="majorHAnsi" w:hAnsiTheme="majorHAnsi" w:cstheme="minorHAnsi"/>
              </w:rPr>
            </w:pPr>
          </w:p>
          <w:p w:rsidR="00D84754" w:rsidRDefault="00D84754" w:rsidP="00804DA6">
            <w:pPr>
              <w:rPr>
                <w:rFonts w:asciiTheme="majorHAnsi" w:hAnsiTheme="majorHAnsi" w:cstheme="minorHAnsi"/>
              </w:rPr>
            </w:pPr>
          </w:p>
          <w:p w:rsidR="00D84754" w:rsidRDefault="00D84754" w:rsidP="00804DA6">
            <w:pPr>
              <w:rPr>
                <w:rFonts w:asciiTheme="majorHAnsi" w:hAnsiTheme="majorHAnsi" w:cstheme="minorHAnsi"/>
              </w:rPr>
            </w:pPr>
          </w:p>
          <w:p w:rsidR="00D84754" w:rsidRDefault="00D84754" w:rsidP="00804DA6">
            <w:pPr>
              <w:rPr>
                <w:rFonts w:asciiTheme="majorHAnsi" w:hAnsiTheme="majorHAnsi" w:cstheme="minorHAnsi"/>
              </w:rPr>
            </w:pPr>
          </w:p>
          <w:p w:rsidR="00D84754" w:rsidRDefault="00D84754" w:rsidP="00804DA6">
            <w:pPr>
              <w:rPr>
                <w:rFonts w:asciiTheme="majorHAnsi" w:hAnsiTheme="majorHAnsi" w:cstheme="minorHAnsi"/>
              </w:rPr>
            </w:pPr>
          </w:p>
          <w:p w:rsidR="00D84754" w:rsidRDefault="00D84754" w:rsidP="00804DA6">
            <w:pPr>
              <w:rPr>
                <w:rFonts w:asciiTheme="majorHAnsi" w:hAnsiTheme="majorHAnsi" w:cstheme="minorHAnsi"/>
              </w:rPr>
            </w:pPr>
          </w:p>
          <w:p w:rsidR="00D84754" w:rsidRDefault="00D84754" w:rsidP="00804DA6">
            <w:pPr>
              <w:rPr>
                <w:rFonts w:asciiTheme="majorHAnsi" w:hAnsiTheme="majorHAnsi" w:cstheme="minorHAnsi"/>
              </w:rPr>
            </w:pPr>
          </w:p>
          <w:p w:rsidR="00D84754" w:rsidRPr="008D71FD" w:rsidRDefault="00D84754" w:rsidP="00804DA6">
            <w:pPr>
              <w:rPr>
                <w:rFonts w:asciiTheme="majorHAnsi" w:hAnsiTheme="majorHAnsi" w:cstheme="minorHAnsi"/>
              </w:rPr>
            </w:pPr>
          </w:p>
          <w:p w:rsidR="00072CB7" w:rsidRPr="008D71FD" w:rsidRDefault="00072CB7" w:rsidP="00804DA6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5508" w:type="dxa"/>
          </w:tcPr>
          <w:p w:rsidR="00D84754" w:rsidRPr="008D71FD" w:rsidRDefault="00D84754" w:rsidP="00D84754">
            <w:pPr>
              <w:rPr>
                <w:rFonts w:asciiTheme="majorHAnsi" w:hAnsiTheme="majorHAnsi" w:cstheme="minorHAnsi"/>
              </w:rPr>
            </w:pPr>
            <w:r w:rsidRPr="008D71FD">
              <w:rPr>
                <w:rFonts w:asciiTheme="majorHAnsi" w:hAnsiTheme="majorHAnsi" w:cstheme="minorHAnsi"/>
              </w:rPr>
              <w:t xml:space="preserve">10) For a given rectangle, the length is 6 units longer than the width. If the perimeter of the rectangle is 44 units. Find the area of the rectangle. </w:t>
            </w:r>
            <w:r>
              <w:rPr>
                <w:rFonts w:asciiTheme="majorHAnsi" w:hAnsiTheme="majorHAnsi" w:cstheme="minorHAnsi"/>
              </w:rPr>
              <w:t>Draw &amp; show all work.</w:t>
            </w:r>
          </w:p>
          <w:p w:rsidR="00072CB7" w:rsidRPr="008D71FD" w:rsidRDefault="00072CB7" w:rsidP="00804DA6">
            <w:pPr>
              <w:rPr>
                <w:rFonts w:asciiTheme="majorHAnsi" w:hAnsiTheme="majorHAnsi" w:cstheme="minorHAnsi"/>
              </w:rPr>
            </w:pPr>
          </w:p>
        </w:tc>
      </w:tr>
    </w:tbl>
    <w:p w:rsidR="00072CB7" w:rsidRDefault="00072CB7">
      <w:r>
        <w:br w:type="page"/>
      </w:r>
    </w:p>
    <w:p w:rsidR="0082022F" w:rsidRPr="0082022F" w:rsidRDefault="0082022F">
      <w:pPr>
        <w:rPr>
          <w:b/>
        </w:rPr>
      </w:pPr>
      <w:r>
        <w:rPr>
          <w:b/>
        </w:rPr>
        <w:lastRenderedPageBreak/>
        <w:t>Types of Parallelograms Exploration</w:t>
      </w:r>
    </w:p>
    <w:p w:rsidR="004A1C66" w:rsidRDefault="00D84754">
      <w:r>
        <w:t xml:space="preserve">If you can prove </w:t>
      </w:r>
      <w:r>
        <w:rPr>
          <w:u w:val="single"/>
        </w:rPr>
        <w:t>one</w:t>
      </w:r>
      <w:r>
        <w:t xml:space="preserve"> of the following about a quadrilateral, this is enough to prove it is a parallelogram:</w:t>
      </w:r>
    </w:p>
    <w:p w:rsidR="00D84754" w:rsidRPr="00D84754" w:rsidRDefault="00D84754">
      <w:r>
        <w:t>(1)  opposite sides are parallel, (2) opposite sides are congruent, or (3) opposite angles are congruent.</w:t>
      </w:r>
    </w:p>
    <w:p w:rsidR="00D84754" w:rsidRDefault="00D84754"/>
    <w:p w:rsidR="00D84754" w:rsidRPr="00D3133C" w:rsidRDefault="00D84754">
      <w:pPr>
        <w:rPr>
          <w:i/>
        </w:rPr>
      </w:pPr>
      <w:r>
        <w:t xml:space="preserve">For the 3 </w:t>
      </w:r>
      <w:r w:rsidR="00D3133C">
        <w:t>figures</w:t>
      </w:r>
      <w:r>
        <w:t xml:space="preserve"> below, use any of the methods above to prove that it is a parallelogram. Each </w:t>
      </w:r>
      <w:r w:rsidR="00D3133C">
        <w:t>figure</w:t>
      </w:r>
      <w:r>
        <w:t xml:space="preserve"> has an additional property (of angles and/or sides) that is not true of all parallelograms.</w:t>
      </w:r>
      <w:r w:rsidR="00D3133C">
        <w:t xml:space="preserve"> Find this property! </w:t>
      </w:r>
      <w:r w:rsidR="00D3133C" w:rsidRPr="00D3133C">
        <w:rPr>
          <w:i/>
        </w:rPr>
        <w:t>(For example, for figure 1, you could show that not only are opposite sides congruent, proving it is a parallelogram, but also the long side is twice the length of the short side. Now you can’t use this relationship!)</w:t>
      </w:r>
      <w:r w:rsidRPr="00D3133C">
        <w:rPr>
          <w:i/>
        </w:rPr>
        <w:t xml:space="preserve"> </w:t>
      </w:r>
    </w:p>
    <w:p w:rsidR="00ED0816" w:rsidRDefault="00ED0816"/>
    <w:p w:rsidR="00ED0816" w:rsidRDefault="0082022F">
      <w:r>
        <w:rPr>
          <w:b/>
          <w:noProof/>
          <w:u w:val="single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4371975</wp:posOffset>
            </wp:positionH>
            <wp:positionV relativeFrom="paragraph">
              <wp:posOffset>111760</wp:posOffset>
            </wp:positionV>
            <wp:extent cx="2400300" cy="1807210"/>
            <wp:effectExtent l="19050" t="0" r="0" b="0"/>
            <wp:wrapTight wrapText="bothSides">
              <wp:wrapPolygon edited="0">
                <wp:start x="-171" y="0"/>
                <wp:lineTo x="-171" y="21403"/>
                <wp:lineTo x="21600" y="21403"/>
                <wp:lineTo x="21600" y="0"/>
                <wp:lineTo x="-171" y="0"/>
              </wp:wrapPolygon>
            </wp:wrapTight>
            <wp:docPr id="7" name="Picture 4" descr="http://1.bp.blogspot.com/_Jpm5bX4HPaw/TEIThN5s1MI/AAAAAAAAAW0/bTTL14mwjmE/s400/graph-of-a-rectangle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1.bp.blogspot.com/_Jpm5bX4HPaw/TEIThN5s1MI/AAAAAAAAAW0/bTTL14mwjmE/s400/graph-of-a-rectangle(3)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6861" t="10300" r="7708" b="253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807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D0816" w:rsidRPr="00ED0816">
        <w:rPr>
          <w:b/>
          <w:u w:val="single"/>
        </w:rPr>
        <w:t>Figure 1</w:t>
      </w:r>
      <w:r w:rsidR="00ED0816">
        <w:t xml:space="preserve"> </w:t>
      </w:r>
    </w:p>
    <w:p w:rsidR="00ED0816" w:rsidRDefault="00ED0816" w:rsidP="00ED0816">
      <w:pPr>
        <w:spacing w:line="360" w:lineRule="auto"/>
      </w:pPr>
      <w:r>
        <w:t>What type of shape do you think this is?_______________________</w:t>
      </w:r>
    </w:p>
    <w:p w:rsidR="00ED0816" w:rsidRDefault="00ED0816">
      <w:r>
        <w:t>Is this a parallelogram?_________ Prove it! (Method of your choice)</w:t>
      </w:r>
    </w:p>
    <w:p w:rsidR="00ED0816" w:rsidRDefault="00ED0816"/>
    <w:p w:rsidR="00ED0816" w:rsidRDefault="00ED0816"/>
    <w:p w:rsidR="00ED0816" w:rsidRDefault="00ED0816"/>
    <w:p w:rsidR="00ED0816" w:rsidRDefault="00ED0816"/>
    <w:p w:rsidR="00ED0816" w:rsidRDefault="00ED0816"/>
    <w:p w:rsidR="00ED0816" w:rsidRDefault="00ED0816">
      <w:r>
        <w:t>What is one other property that is true about the side or angle relationships?</w:t>
      </w:r>
      <w:r w:rsidR="0082022F">
        <w:t xml:space="preserve"> Show work to demonstrate this.</w:t>
      </w:r>
    </w:p>
    <w:p w:rsidR="00ED0816" w:rsidRDefault="00ED0816"/>
    <w:p w:rsidR="00ED0816" w:rsidRDefault="00ED0816"/>
    <w:p w:rsidR="00ED0816" w:rsidRDefault="00ED0816"/>
    <w:p w:rsidR="00ED0816" w:rsidRDefault="00ED0816"/>
    <w:p w:rsidR="0082022F" w:rsidRDefault="0082022F" w:rsidP="0082022F">
      <w:pPr>
        <w:pBdr>
          <w:bottom w:val="single" w:sz="4" w:space="1" w:color="auto"/>
        </w:pBdr>
      </w:pPr>
    </w:p>
    <w:p w:rsidR="0082022F" w:rsidRDefault="0082022F" w:rsidP="0082022F">
      <w:r>
        <w:rPr>
          <w:b/>
          <w:noProof/>
          <w:u w:val="single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-98425</wp:posOffset>
            </wp:positionH>
            <wp:positionV relativeFrom="paragraph">
              <wp:posOffset>117475</wp:posOffset>
            </wp:positionV>
            <wp:extent cx="2470785" cy="1668780"/>
            <wp:effectExtent l="19050" t="0" r="5715" b="0"/>
            <wp:wrapTight wrapText="bothSides">
              <wp:wrapPolygon edited="0">
                <wp:start x="-167" y="0"/>
                <wp:lineTo x="-167" y="21452"/>
                <wp:lineTo x="21650" y="21452"/>
                <wp:lineTo x="21650" y="0"/>
                <wp:lineTo x="-167" y="0"/>
              </wp:wrapPolygon>
            </wp:wrapTight>
            <wp:docPr id="11" name="Picture 7" descr="http://4.bp.blogspot.com/_Jpm5bX4HPaw/TEIRkcC6GQI/AAAAAAAAAWk/0VPnGRNKgCM/s400/graph-of-a-rhombus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4.bp.blogspot.com/_Jpm5bX4HPaw/TEIRkcC6GQI/AAAAAAAAAWk/0VPnGRNKgCM/s400/graph-of-a-rhombus(2)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9764" t="15278" r="11383" b="310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785" cy="1668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D0816">
        <w:rPr>
          <w:b/>
          <w:u w:val="single"/>
        </w:rPr>
        <w:t xml:space="preserve">Figure </w:t>
      </w:r>
      <w:r>
        <w:rPr>
          <w:b/>
          <w:u w:val="single"/>
        </w:rPr>
        <w:t>2</w:t>
      </w:r>
      <w:r>
        <w:t xml:space="preserve"> </w:t>
      </w:r>
    </w:p>
    <w:p w:rsidR="0082022F" w:rsidRDefault="0082022F" w:rsidP="0082022F">
      <w:pPr>
        <w:spacing w:line="360" w:lineRule="auto"/>
      </w:pPr>
      <w:r>
        <w:t>What type of shape do you think this is?_______________________</w:t>
      </w:r>
    </w:p>
    <w:p w:rsidR="0082022F" w:rsidRDefault="0082022F" w:rsidP="0082022F">
      <w:r>
        <w:t>Is this a parallelogram?_________ Prove it! (Method of your choice)</w:t>
      </w:r>
    </w:p>
    <w:p w:rsidR="0082022F" w:rsidRDefault="0082022F" w:rsidP="0082022F">
      <w:pPr>
        <w:ind w:firstLine="720"/>
      </w:pPr>
    </w:p>
    <w:p w:rsidR="0082022F" w:rsidRDefault="0082022F" w:rsidP="0082022F"/>
    <w:p w:rsidR="0082022F" w:rsidRDefault="0082022F" w:rsidP="0082022F"/>
    <w:p w:rsidR="0082022F" w:rsidRDefault="0082022F" w:rsidP="0082022F"/>
    <w:p w:rsidR="0082022F" w:rsidRDefault="0082022F" w:rsidP="0082022F"/>
    <w:p w:rsidR="0082022F" w:rsidRDefault="0082022F" w:rsidP="0082022F">
      <w:r>
        <w:t>What is one other property that is true about the side or angle relationships? Show work to demonstrate this.</w:t>
      </w:r>
    </w:p>
    <w:p w:rsidR="0082022F" w:rsidRDefault="0082022F" w:rsidP="0082022F"/>
    <w:p w:rsidR="0082022F" w:rsidRDefault="0082022F" w:rsidP="0082022F"/>
    <w:p w:rsidR="0082022F" w:rsidRDefault="0082022F" w:rsidP="0082022F"/>
    <w:p w:rsidR="0082022F" w:rsidRDefault="0082022F" w:rsidP="0082022F"/>
    <w:p w:rsidR="0082022F" w:rsidRDefault="0082022F" w:rsidP="0082022F">
      <w:pPr>
        <w:pBdr>
          <w:bottom w:val="single" w:sz="4" w:space="1" w:color="auto"/>
        </w:pBdr>
      </w:pPr>
    </w:p>
    <w:p w:rsidR="0082022F" w:rsidRDefault="0082022F" w:rsidP="0082022F">
      <w:r w:rsidRPr="00ED0816">
        <w:rPr>
          <w:b/>
          <w:u w:val="single"/>
        </w:rPr>
        <w:t xml:space="preserve">Figure </w:t>
      </w:r>
      <w:r>
        <w:rPr>
          <w:b/>
          <w:u w:val="single"/>
        </w:rPr>
        <w:t>3</w:t>
      </w:r>
      <w:r>
        <w:t xml:space="preserve"> </w:t>
      </w:r>
    </w:p>
    <w:p w:rsidR="0082022F" w:rsidRDefault="0082022F" w:rsidP="0082022F">
      <w:pPr>
        <w:spacing w:line="360" w:lineRule="auto"/>
      </w:pPr>
      <w:r>
        <w:rPr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4307205</wp:posOffset>
            </wp:positionH>
            <wp:positionV relativeFrom="paragraph">
              <wp:posOffset>11430</wp:posOffset>
            </wp:positionV>
            <wp:extent cx="2383790" cy="2030730"/>
            <wp:effectExtent l="19050" t="0" r="0" b="0"/>
            <wp:wrapTight wrapText="bothSides">
              <wp:wrapPolygon edited="0">
                <wp:start x="-173" y="0"/>
                <wp:lineTo x="-173" y="21478"/>
                <wp:lineTo x="21577" y="21478"/>
                <wp:lineTo x="21577" y="0"/>
                <wp:lineTo x="-173" y="0"/>
              </wp:wrapPolygon>
            </wp:wrapTight>
            <wp:docPr id="12" name="Picture 10" descr="coordinate graph of a squa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oordinate graph of a square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l="16619" t="17169" r="16460" b="253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90" cy="2030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What type of shape do you think this is?_______________________</w:t>
      </w:r>
    </w:p>
    <w:p w:rsidR="0082022F" w:rsidRDefault="0082022F" w:rsidP="0082022F">
      <w:r>
        <w:t>Is this a parallelogram?_________ Prove it! (Method of your choice)</w:t>
      </w:r>
    </w:p>
    <w:p w:rsidR="0082022F" w:rsidRDefault="0082022F" w:rsidP="0082022F"/>
    <w:p w:rsidR="0082022F" w:rsidRDefault="0082022F" w:rsidP="0082022F"/>
    <w:p w:rsidR="0082022F" w:rsidRDefault="0082022F" w:rsidP="0082022F"/>
    <w:p w:rsidR="0082022F" w:rsidRDefault="0082022F" w:rsidP="0082022F"/>
    <w:p w:rsidR="0082022F" w:rsidRDefault="0082022F" w:rsidP="0082022F"/>
    <w:p w:rsidR="0082022F" w:rsidRDefault="0082022F" w:rsidP="0082022F">
      <w:r>
        <w:t>What is one other property that is true about the side or angle relationships? Show work to demonstrate this.</w:t>
      </w:r>
    </w:p>
    <w:p w:rsidR="0082022F" w:rsidRDefault="0082022F" w:rsidP="0082022F"/>
    <w:p w:rsidR="0082022F" w:rsidRDefault="0082022F"/>
    <w:sectPr w:rsidR="0082022F" w:rsidSect="008D1D28">
      <w:footerReference w:type="default" r:id="rId19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83E" w:rsidRDefault="0045083E" w:rsidP="004A1C66">
      <w:r>
        <w:separator/>
      </w:r>
    </w:p>
  </w:endnote>
  <w:endnote w:type="continuationSeparator" w:id="0">
    <w:p w:rsidR="0045083E" w:rsidRDefault="0045083E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83E" w:rsidRDefault="0045083E" w:rsidP="004A1C66">
      <w:r>
        <w:separator/>
      </w:r>
    </w:p>
  </w:footnote>
  <w:footnote w:type="continuationSeparator" w:id="0">
    <w:p w:rsidR="0045083E" w:rsidRDefault="0045083E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04CC5"/>
    <w:multiLevelType w:val="hybridMultilevel"/>
    <w:tmpl w:val="03C2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AF52B8"/>
    <w:multiLevelType w:val="hybridMultilevel"/>
    <w:tmpl w:val="97725656"/>
    <w:lvl w:ilvl="0" w:tplc="9DC2AE8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F87AE8EA">
      <w:start w:val="1"/>
      <w:numFmt w:val="lowerLetter"/>
      <w:lvlText w:val="%2."/>
      <w:lvlJc w:val="left"/>
      <w:pPr>
        <w:tabs>
          <w:tab w:val="num" w:pos="1152"/>
        </w:tabs>
        <w:ind w:left="1080" w:hanging="288"/>
      </w:pPr>
      <w:rPr>
        <w:rFonts w:ascii="Times New Roman" w:hAnsi="Times New Roman" w:hint="default"/>
        <w:b/>
        <w:bCs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vertAlign w:val="baseline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6417274"/>
    <w:multiLevelType w:val="hybridMultilevel"/>
    <w:tmpl w:val="8550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06E6"/>
    <w:rsid w:val="000248E2"/>
    <w:rsid w:val="00072CB7"/>
    <w:rsid w:val="00177F87"/>
    <w:rsid w:val="001B0A83"/>
    <w:rsid w:val="001C5B15"/>
    <w:rsid w:val="00242D79"/>
    <w:rsid w:val="00290E04"/>
    <w:rsid w:val="003B1247"/>
    <w:rsid w:val="003B785F"/>
    <w:rsid w:val="0045083E"/>
    <w:rsid w:val="004A1C66"/>
    <w:rsid w:val="004B270D"/>
    <w:rsid w:val="004D05E9"/>
    <w:rsid w:val="004E6D2D"/>
    <w:rsid w:val="005666CA"/>
    <w:rsid w:val="005A3005"/>
    <w:rsid w:val="0062683A"/>
    <w:rsid w:val="00635C2C"/>
    <w:rsid w:val="0065474E"/>
    <w:rsid w:val="0066796F"/>
    <w:rsid w:val="00674044"/>
    <w:rsid w:val="006D24AE"/>
    <w:rsid w:val="006F5A5F"/>
    <w:rsid w:val="0082022F"/>
    <w:rsid w:val="00846041"/>
    <w:rsid w:val="008D1D28"/>
    <w:rsid w:val="00934081"/>
    <w:rsid w:val="009B59F1"/>
    <w:rsid w:val="009F11A5"/>
    <w:rsid w:val="00B53200"/>
    <w:rsid w:val="00BE06E6"/>
    <w:rsid w:val="00BF26DD"/>
    <w:rsid w:val="00CE4705"/>
    <w:rsid w:val="00D3133C"/>
    <w:rsid w:val="00D84754"/>
    <w:rsid w:val="00DD6332"/>
    <w:rsid w:val="00E5621B"/>
    <w:rsid w:val="00E6732D"/>
    <w:rsid w:val="00E973E4"/>
    <w:rsid w:val="00ED05F2"/>
    <w:rsid w:val="00ED0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D2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24AE"/>
    <w:rPr>
      <w:color w:val="808080"/>
    </w:rPr>
  </w:style>
  <w:style w:type="table" w:styleId="TableGrid">
    <w:name w:val="Table Grid"/>
    <w:basedOn w:val="TableNormal"/>
    <w:uiPriority w:val="59"/>
    <w:rsid w:val="0063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30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3</cp:revision>
  <cp:lastPrinted>2015-03-17T01:47:00Z</cp:lastPrinted>
  <dcterms:created xsi:type="dcterms:W3CDTF">2015-03-16T04:28:00Z</dcterms:created>
  <dcterms:modified xsi:type="dcterms:W3CDTF">2015-03-17T01:47:00Z</dcterms:modified>
</cp:coreProperties>
</file>